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F179C" w14:paraId="7EA5A57B" w14:textId="77777777" w:rsidTr="00D5228D">
        <w:trPr>
          <w:trHeight w:val="1234"/>
        </w:trPr>
        <w:tc>
          <w:tcPr>
            <w:tcW w:w="6350" w:type="dxa"/>
            <w:shd w:val="clear" w:color="auto" w:fill="auto"/>
          </w:tcPr>
          <w:p w14:paraId="5FCD60E6" w14:textId="77777777" w:rsidR="00D40650" w:rsidRPr="009F179C" w:rsidRDefault="00386C03" w:rsidP="00DF44DF">
            <w:pPr>
              <w:pStyle w:val="TableContents"/>
              <w:rPr>
                <w:b/>
              </w:rPr>
            </w:pPr>
            <w:r w:rsidRPr="009F179C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 w:rsidRPr="009F179C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F179C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5AF54103" w14:textId="38E2361B" w:rsidR="00C45BC7" w:rsidRPr="00D74DEE" w:rsidRDefault="00222992" w:rsidP="00D23A9F">
      <w:pPr>
        <w:widowControl/>
        <w:suppressAutoHyphens w:val="0"/>
        <w:spacing w:line="240" w:lineRule="auto"/>
      </w:pPr>
      <w:r>
        <w:t xml:space="preserve">Hr </w:t>
      </w:r>
      <w:r w:rsidR="00DB4715" w:rsidRPr="00DB4715">
        <w:t xml:space="preserve">Jens </w:t>
      </w:r>
      <w:proofErr w:type="spellStart"/>
      <w:r w:rsidR="00DB4715" w:rsidRPr="00DB4715">
        <w:t>Morten</w:t>
      </w:r>
      <w:proofErr w:type="spellEnd"/>
      <w:r w:rsidR="00DB4715" w:rsidRPr="00DB4715">
        <w:t xml:space="preserve"> </w:t>
      </w:r>
      <w:proofErr w:type="spellStart"/>
      <w:r w:rsidR="00DB4715" w:rsidRPr="00DB4715">
        <w:t>Mørland</w:t>
      </w:r>
      <w:proofErr w:type="spellEnd"/>
      <w:r w:rsidR="00EE1F9F">
        <w:tab/>
      </w:r>
      <w:r w:rsidR="00EE1F9F">
        <w:tab/>
      </w:r>
      <w:r w:rsidR="00214637">
        <w:tab/>
      </w:r>
      <w:r>
        <w:tab/>
      </w:r>
      <w:r w:rsidR="00C45BC7" w:rsidRPr="00D74DEE">
        <w:tab/>
      </w:r>
      <w:r w:rsidR="00D74DEE" w:rsidRPr="00D74DEE">
        <w:t xml:space="preserve">       </w:t>
      </w:r>
      <w:r w:rsidR="00C45BC7" w:rsidRPr="00D74DEE">
        <w:t xml:space="preserve">Meie </w:t>
      </w:r>
      <w:r w:rsidR="00DB4715">
        <w:t>17</w:t>
      </w:r>
      <w:r w:rsidR="00C45BC7" w:rsidRPr="00D74DEE">
        <w:t>.</w:t>
      </w:r>
      <w:r w:rsidR="00173B64">
        <w:t>0</w:t>
      </w:r>
      <w:r w:rsidR="00436635">
        <w:t>1</w:t>
      </w:r>
      <w:r w:rsidR="00C45BC7" w:rsidRPr="00D74DEE">
        <w:t>.202</w:t>
      </w:r>
      <w:r w:rsidR="00173B64">
        <w:t>4</w:t>
      </w:r>
      <w:r w:rsidR="00C45BC7" w:rsidRPr="00D74DEE">
        <w:t xml:space="preserve"> nr 12.2-10/</w:t>
      </w:r>
      <w:r w:rsidR="00DB4715">
        <w:t>3</w:t>
      </w:r>
    </w:p>
    <w:p w14:paraId="641EF284" w14:textId="31BD9FFC" w:rsidR="00C45BC7" w:rsidRPr="00D74DEE" w:rsidRDefault="00DB4715" w:rsidP="00D23A9F">
      <w:pPr>
        <w:widowControl/>
        <w:suppressAutoHyphens w:val="0"/>
        <w:spacing w:line="240" w:lineRule="auto"/>
      </w:pPr>
      <w:proofErr w:type="spellStart"/>
      <w:r w:rsidRPr="00DB4715">
        <w:rPr>
          <w:rFonts w:eastAsia="Times New Roman"/>
        </w:rPr>
        <w:t>Heli-One</w:t>
      </w:r>
      <w:proofErr w:type="spellEnd"/>
      <w:r w:rsidRPr="00DB4715">
        <w:rPr>
          <w:rFonts w:eastAsia="Times New Roman"/>
        </w:rPr>
        <w:t xml:space="preserve"> (</w:t>
      </w:r>
      <w:proofErr w:type="spellStart"/>
      <w:r w:rsidRPr="00DB4715">
        <w:rPr>
          <w:rFonts w:eastAsia="Times New Roman"/>
        </w:rPr>
        <w:t>Norway</w:t>
      </w:r>
      <w:proofErr w:type="spellEnd"/>
      <w:r w:rsidRPr="00DB4715">
        <w:rPr>
          <w:rFonts w:eastAsia="Times New Roman"/>
        </w:rPr>
        <w:t xml:space="preserve">) AS </w:t>
      </w:r>
      <w:r w:rsidR="00463451">
        <w:rPr>
          <w:bCs/>
          <w:color w:val="000000" w:themeColor="text1"/>
        </w:rPr>
        <w:t>esindaja</w:t>
      </w:r>
      <w:r w:rsidR="00280AB5" w:rsidRPr="00D86CD9">
        <w:rPr>
          <w:color w:val="000000" w:themeColor="text1"/>
        </w:rPr>
        <w:t xml:space="preserve"> </w:t>
      </w:r>
      <w:r w:rsidR="00B33818" w:rsidRPr="001C3ADF">
        <w:t>(</w:t>
      </w:r>
      <w:r w:rsidR="00B33818" w:rsidRPr="00D74DEE">
        <w:t>vaidlustaja)</w:t>
      </w:r>
    </w:p>
    <w:p w14:paraId="0C08564B" w14:textId="1499DA15" w:rsidR="00222992" w:rsidRDefault="00C45BC7" w:rsidP="00222992">
      <w:pPr>
        <w:pStyle w:val="Default"/>
        <w:ind w:left="1425" w:hanging="1425"/>
        <w:rPr>
          <w:rStyle w:val="Hperlink"/>
          <w:color w:val="1F497D" w:themeColor="text2"/>
        </w:rPr>
      </w:pPr>
      <w:r w:rsidRPr="00D74DEE">
        <w:t xml:space="preserve">e-post: </w:t>
      </w:r>
      <w:hyperlink r:id="rId9" w:history="1">
        <w:r w:rsidR="00DB4715" w:rsidRPr="001E072D">
          <w:rPr>
            <w:rStyle w:val="Hperlink"/>
          </w:rPr>
          <w:t>jens.morland@heli-one.com</w:t>
        </w:r>
      </w:hyperlink>
      <w:r w:rsidR="00DB4715">
        <w:t xml:space="preserve"> </w:t>
      </w:r>
    </w:p>
    <w:p w14:paraId="1537B208" w14:textId="77777777" w:rsidR="0040457D" w:rsidRDefault="0040457D" w:rsidP="00D23A9F">
      <w:pPr>
        <w:widowControl/>
        <w:suppressAutoHyphens w:val="0"/>
        <w:spacing w:line="240" w:lineRule="auto"/>
      </w:pPr>
    </w:p>
    <w:p w14:paraId="27C000C7" w14:textId="6BF10CCD" w:rsidR="00127627" w:rsidRDefault="001C697E" w:rsidP="00D23A9F">
      <w:pPr>
        <w:widowControl/>
        <w:suppressAutoHyphens w:val="0"/>
        <w:spacing w:line="240" w:lineRule="auto"/>
      </w:pPr>
      <w:r>
        <w:t xml:space="preserve">Pr </w:t>
      </w:r>
      <w:r w:rsidR="00DB4715">
        <w:t>Kaisa Kangro</w:t>
      </w:r>
    </w:p>
    <w:p w14:paraId="67DFEB7E" w14:textId="24002068" w:rsidR="00280AB5" w:rsidRDefault="00DB4715" w:rsidP="00602E8C">
      <w:pPr>
        <w:pStyle w:val="Vahedeta"/>
        <w:rPr>
          <w:bCs/>
          <w:color w:val="000000" w:themeColor="text1"/>
        </w:rPr>
      </w:pPr>
      <w:r w:rsidRPr="00DB4715">
        <w:t>Politsei- ja Piirivalveamet</w:t>
      </w:r>
      <w:r>
        <w:t>i</w:t>
      </w:r>
      <w:r w:rsidRPr="00DB4715">
        <w:t xml:space="preserve"> </w:t>
      </w:r>
      <w:r w:rsidR="00280AB5">
        <w:rPr>
          <w:bCs/>
          <w:color w:val="000000" w:themeColor="text1"/>
        </w:rPr>
        <w:t>esindaja (hankija)</w:t>
      </w:r>
    </w:p>
    <w:p w14:paraId="43F2241E" w14:textId="71B3D901" w:rsidR="00222992" w:rsidRPr="002A5E5A" w:rsidRDefault="00EE1F9F" w:rsidP="00222992">
      <w:pPr>
        <w:pStyle w:val="Default"/>
        <w:rPr>
          <w:rStyle w:val="Hperlink"/>
        </w:rPr>
      </w:pPr>
      <w:r w:rsidRPr="006B4DBF">
        <w:t>e-pos</w:t>
      </w:r>
      <w:r>
        <w:t>t:</w:t>
      </w:r>
      <w:r w:rsidR="00602E8C" w:rsidRPr="00602E8C">
        <w:rPr>
          <w:noProof/>
        </w:rPr>
        <w:t xml:space="preserve"> </w:t>
      </w:r>
      <w:r w:rsidR="00FA376D">
        <w:rPr>
          <w:rStyle w:val="Hperlink"/>
        </w:rPr>
        <w:t>kaisa</w:t>
      </w:r>
      <w:r w:rsidR="00222992" w:rsidRPr="002A5E5A">
        <w:rPr>
          <w:rStyle w:val="Hperlink"/>
        </w:rPr>
        <w:t>.</w:t>
      </w:r>
      <w:r w:rsidR="00FA376D">
        <w:rPr>
          <w:rStyle w:val="Hperlink"/>
        </w:rPr>
        <w:t>kangro</w:t>
      </w:r>
      <w:r w:rsidR="00222992" w:rsidRPr="002A5E5A">
        <w:rPr>
          <w:rStyle w:val="Hperlink"/>
        </w:rPr>
        <w:t>@</w:t>
      </w:r>
      <w:r w:rsidR="00FA376D">
        <w:rPr>
          <w:rStyle w:val="Hperlink"/>
        </w:rPr>
        <w:t>politsei</w:t>
      </w:r>
      <w:r w:rsidR="00222992" w:rsidRPr="002A5E5A">
        <w:rPr>
          <w:rStyle w:val="Hperlink"/>
        </w:rPr>
        <w:t>.ee</w:t>
      </w:r>
    </w:p>
    <w:p w14:paraId="1C159811" w14:textId="77777777" w:rsidR="00127627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5E5DDEBF" w14:textId="0C2ABC40" w:rsidR="00DB4715" w:rsidRDefault="00DB4715" w:rsidP="00DB4715">
      <w:pPr>
        <w:spacing w:line="240" w:lineRule="auto"/>
        <w:ind w:right="-285"/>
      </w:pPr>
      <w:r w:rsidRPr="007014F9">
        <w:t xml:space="preserve">Leonardo </w:t>
      </w:r>
      <w:proofErr w:type="spellStart"/>
      <w:r w:rsidRPr="007014F9">
        <w:t>Belgium</w:t>
      </w:r>
      <w:proofErr w:type="spellEnd"/>
      <w:r w:rsidRPr="007014F9">
        <w:t xml:space="preserve"> S.A. </w:t>
      </w:r>
      <w:r>
        <w:t>(kolmas isik)</w:t>
      </w:r>
    </w:p>
    <w:p w14:paraId="52372D50" w14:textId="77777777" w:rsidR="00DB4715" w:rsidRPr="00D95BB0" w:rsidRDefault="00DB4715" w:rsidP="00DB4715">
      <w:pPr>
        <w:spacing w:line="240" w:lineRule="auto"/>
        <w:ind w:right="-285"/>
        <w:rPr>
          <w:color w:val="333333"/>
          <w:shd w:val="clear" w:color="auto" w:fill="F6F4F2"/>
        </w:rPr>
      </w:pPr>
      <w:r w:rsidRPr="002B46B1">
        <w:rPr>
          <w:bCs/>
        </w:rPr>
        <w:t>e-post</w:t>
      </w:r>
      <w:r>
        <w:rPr>
          <w:bCs/>
        </w:rPr>
        <w:t>:</w:t>
      </w:r>
      <w:r w:rsidRPr="00483113">
        <w:t xml:space="preserve"> </w:t>
      </w:r>
      <w:hyperlink r:id="rId10" w:history="1">
        <w:r w:rsidRPr="009D6A45">
          <w:rPr>
            <w:rStyle w:val="Hperlink"/>
            <w:bCs/>
          </w:rPr>
          <w:t>benedicte.pierret@leonardo.com</w:t>
        </w:r>
      </w:hyperlink>
      <w:r>
        <w:rPr>
          <w:bCs/>
        </w:rPr>
        <w:t xml:space="preserve"> </w:t>
      </w:r>
    </w:p>
    <w:p w14:paraId="445D4EDD" w14:textId="77777777" w:rsidR="00173B64" w:rsidRDefault="00173B64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18AC198D" w14:textId="77777777" w:rsidR="00127627" w:rsidRPr="005D6AAE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5A045BDF" w14:textId="77777777" w:rsidR="00C45BC7" w:rsidRPr="00B33818" w:rsidRDefault="00C45BC7" w:rsidP="00C45BC7">
      <w:pPr>
        <w:pStyle w:val="Vahedeta"/>
        <w:rPr>
          <w:rFonts w:cs="Times New Roman"/>
          <w:b/>
          <w:szCs w:val="24"/>
        </w:rPr>
      </w:pPr>
      <w:r w:rsidRPr="00B33818">
        <w:rPr>
          <w:rFonts w:cs="Times New Roman"/>
          <w:b/>
          <w:szCs w:val="24"/>
        </w:rPr>
        <w:t>Kirjaliku menetluse teade</w:t>
      </w:r>
    </w:p>
    <w:p w14:paraId="744554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2D9C1EE" w14:textId="7DB7D052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Teatame, et vaidlustuskomisjon vaatab riigihangete seaduse (edaspidi RHS) § 195 lg 2 ja § 196 lg 1 alusel </w:t>
      </w:r>
      <w:r w:rsidR="00DB4715" w:rsidRPr="00DB4715">
        <w:t>Politsei- ja Piirivalveamet</w:t>
      </w:r>
      <w:r w:rsidR="00DB4715">
        <w:t>i</w:t>
      </w:r>
      <w:r w:rsidR="00DB4715" w:rsidRPr="00DB4715">
        <w:t xml:space="preserve"> </w:t>
      </w:r>
      <w:r w:rsidR="00222992">
        <w:rPr>
          <w:bCs/>
        </w:rPr>
        <w:t xml:space="preserve">riigihankes </w:t>
      </w:r>
      <w:r w:rsidR="00222992" w:rsidRPr="00DA257B">
        <w:rPr>
          <w:bCs/>
        </w:rPr>
        <w:t>„</w:t>
      </w:r>
      <w:r w:rsidR="00DB4715" w:rsidRPr="00FE7355">
        <w:rPr>
          <w:rFonts w:eastAsia="Garamond"/>
        </w:rPr>
        <w:t xml:space="preserve">1200 </w:t>
      </w:r>
      <w:proofErr w:type="spellStart"/>
      <w:r w:rsidR="00DB4715" w:rsidRPr="00FE7355">
        <w:rPr>
          <w:rFonts w:eastAsia="Garamond"/>
        </w:rPr>
        <w:t>hours</w:t>
      </w:r>
      <w:proofErr w:type="spellEnd"/>
      <w:r w:rsidR="00DB4715" w:rsidRPr="00FE7355">
        <w:rPr>
          <w:rFonts w:eastAsia="Garamond"/>
        </w:rPr>
        <w:t xml:space="preserve">/4 </w:t>
      </w:r>
      <w:proofErr w:type="spellStart"/>
      <w:r w:rsidR="00DB4715" w:rsidRPr="00FE7355">
        <w:rPr>
          <w:rFonts w:eastAsia="Garamond"/>
        </w:rPr>
        <w:t>years</w:t>
      </w:r>
      <w:proofErr w:type="spellEnd"/>
      <w:r w:rsidR="00DB4715" w:rsidRPr="00FE7355">
        <w:rPr>
          <w:rFonts w:eastAsia="Garamond"/>
        </w:rPr>
        <w:t xml:space="preserve"> and/</w:t>
      </w:r>
      <w:proofErr w:type="spellStart"/>
      <w:r w:rsidR="00DB4715" w:rsidRPr="00FE7355">
        <w:rPr>
          <w:rFonts w:eastAsia="Garamond"/>
        </w:rPr>
        <w:t>or</w:t>
      </w:r>
      <w:proofErr w:type="spellEnd"/>
      <w:r w:rsidR="00DB4715" w:rsidRPr="00FE7355">
        <w:rPr>
          <w:rFonts w:eastAsia="Garamond"/>
        </w:rPr>
        <w:t xml:space="preserve"> 2400 </w:t>
      </w:r>
      <w:proofErr w:type="spellStart"/>
      <w:r w:rsidR="00DB4715" w:rsidRPr="00FE7355">
        <w:rPr>
          <w:rFonts w:eastAsia="Garamond"/>
        </w:rPr>
        <w:t>hours</w:t>
      </w:r>
      <w:proofErr w:type="spellEnd"/>
      <w:r w:rsidR="00DB4715" w:rsidRPr="00FE7355">
        <w:rPr>
          <w:rFonts w:eastAsia="Garamond"/>
        </w:rPr>
        <w:t xml:space="preserve">/8 </w:t>
      </w:r>
      <w:proofErr w:type="spellStart"/>
      <w:r w:rsidR="00DB4715" w:rsidRPr="00FE7355">
        <w:rPr>
          <w:rFonts w:eastAsia="Garamond"/>
        </w:rPr>
        <w:t>years</w:t>
      </w:r>
      <w:proofErr w:type="spellEnd"/>
      <w:r w:rsidR="00DB4715" w:rsidRPr="00FE7355">
        <w:rPr>
          <w:rFonts w:eastAsia="Garamond"/>
        </w:rPr>
        <w:t xml:space="preserve"> </w:t>
      </w:r>
      <w:proofErr w:type="spellStart"/>
      <w:r w:rsidR="00DB4715" w:rsidRPr="00FE7355">
        <w:rPr>
          <w:rFonts w:eastAsia="Garamond"/>
        </w:rPr>
        <w:t>inspection</w:t>
      </w:r>
      <w:proofErr w:type="spellEnd"/>
      <w:r w:rsidR="00DB4715" w:rsidRPr="00FE7355">
        <w:rPr>
          <w:rFonts w:eastAsia="Garamond"/>
        </w:rPr>
        <w:t xml:space="preserve"> and </w:t>
      </w:r>
      <w:proofErr w:type="spellStart"/>
      <w:r w:rsidR="00DB4715" w:rsidRPr="00FE7355">
        <w:rPr>
          <w:rFonts w:eastAsia="Garamond"/>
        </w:rPr>
        <w:t>modifications</w:t>
      </w:r>
      <w:proofErr w:type="spellEnd"/>
      <w:r w:rsidR="00DB4715" w:rsidRPr="00FE7355">
        <w:rPr>
          <w:rFonts w:eastAsia="Garamond"/>
        </w:rPr>
        <w:t xml:space="preserve"> of Leonardo AW139 </w:t>
      </w:r>
      <w:proofErr w:type="spellStart"/>
      <w:r w:rsidR="00DB4715" w:rsidRPr="00FE7355">
        <w:rPr>
          <w:rFonts w:eastAsia="Garamond"/>
        </w:rPr>
        <w:t>helicopters</w:t>
      </w:r>
      <w:proofErr w:type="spellEnd"/>
      <w:r w:rsidR="00DB4715" w:rsidRPr="004F093C">
        <w:rPr>
          <w:rFonts w:eastAsia="Garamond"/>
        </w:rPr>
        <w:t xml:space="preserve">“ (viitenumber </w:t>
      </w:r>
      <w:r w:rsidR="00DB4715">
        <w:rPr>
          <w:rFonts w:eastAsia="Garamond"/>
        </w:rPr>
        <w:t>267423</w:t>
      </w:r>
      <w:r w:rsidR="00DB4715" w:rsidRPr="007027AA">
        <w:rPr>
          <w:bCs/>
          <w:lang w:eastAsia="en-US"/>
        </w:rPr>
        <w:t xml:space="preserve">) </w:t>
      </w:r>
      <w:proofErr w:type="spellStart"/>
      <w:r w:rsidR="00DB4715" w:rsidRPr="00DB4715">
        <w:rPr>
          <w:rFonts w:eastAsia="Times New Roman"/>
        </w:rPr>
        <w:t>Heli-One</w:t>
      </w:r>
      <w:proofErr w:type="spellEnd"/>
      <w:r w:rsidR="00DB4715" w:rsidRPr="00DB4715">
        <w:rPr>
          <w:rFonts w:eastAsia="Times New Roman"/>
        </w:rPr>
        <w:t xml:space="preserve"> (</w:t>
      </w:r>
      <w:proofErr w:type="spellStart"/>
      <w:r w:rsidR="00DB4715" w:rsidRPr="00DB4715">
        <w:rPr>
          <w:rFonts w:eastAsia="Times New Roman"/>
        </w:rPr>
        <w:t>Norway</w:t>
      </w:r>
      <w:proofErr w:type="spellEnd"/>
      <w:r w:rsidR="00DB4715" w:rsidRPr="00DB4715">
        <w:rPr>
          <w:rFonts w:eastAsia="Times New Roman"/>
        </w:rPr>
        <w:t>) AS</w:t>
      </w:r>
      <w:r w:rsidR="005679AB">
        <w:rPr>
          <w:rFonts w:eastAsia="Times New Roman"/>
        </w:rPr>
        <w:t>-i</w:t>
      </w:r>
      <w:r w:rsidR="00DB4715" w:rsidRPr="00DB4715">
        <w:rPr>
          <w:rFonts w:eastAsia="Times New Roman"/>
        </w:rPr>
        <w:t xml:space="preserve"> </w:t>
      </w:r>
      <w:r w:rsidRPr="00B33818">
        <w:rPr>
          <w:rFonts w:cs="Times New Roman"/>
          <w:szCs w:val="24"/>
        </w:rPr>
        <w:t>esitatud vaidlustuse läbi kirjalikus menetluses (hankija</w:t>
      </w:r>
      <w:r w:rsidR="00222992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  <w:r w:rsidR="00ED7AB9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lisatud</w:t>
      </w:r>
      <w:r w:rsidR="00DB4715">
        <w:rPr>
          <w:rFonts w:cs="Times New Roman"/>
          <w:szCs w:val="24"/>
        </w:rPr>
        <w:t>, kolmas isik vastust ei esitanud</w:t>
      </w:r>
      <w:r w:rsidRPr="00B33818">
        <w:rPr>
          <w:rFonts w:cs="Times New Roman"/>
          <w:szCs w:val="24"/>
        </w:rPr>
        <w:t>)</w:t>
      </w:r>
      <w:r w:rsidRPr="00B33818">
        <w:rPr>
          <w:rFonts w:cs="Times New Roman"/>
          <w:szCs w:val="24"/>
          <w:shd w:val="clear" w:color="auto" w:fill="FFFFFF"/>
        </w:rPr>
        <w:t>.</w:t>
      </w:r>
    </w:p>
    <w:p w14:paraId="16F1897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4B33C1C5" w14:textId="61BE0F09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Vaidlustust vaatab läbi vaidlustuskomisjoni liige </w:t>
      </w:r>
      <w:r w:rsidR="00DB4715">
        <w:rPr>
          <w:rFonts w:cs="Times New Roman"/>
          <w:szCs w:val="24"/>
        </w:rPr>
        <w:t>Ulvi Reimets</w:t>
      </w:r>
      <w:r w:rsidRPr="00B33818">
        <w:rPr>
          <w:rFonts w:cs="Times New Roman"/>
          <w:szCs w:val="24"/>
        </w:rPr>
        <w:t>.</w:t>
      </w:r>
    </w:p>
    <w:p w14:paraId="1B9D821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494E9A1" w14:textId="5334B735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RHS § 196 lg 3 alusel teatab vaidlustuskomisjon, et otsuse avalikult teatavaks tegemise aeg on </w:t>
      </w:r>
      <w:r w:rsidR="00DB4715">
        <w:rPr>
          <w:rFonts w:cs="Times New Roman"/>
          <w:b/>
          <w:szCs w:val="24"/>
          <w:u w:val="single"/>
        </w:rPr>
        <w:t>06</w:t>
      </w:r>
      <w:r w:rsidR="004C186F" w:rsidRPr="00086729">
        <w:rPr>
          <w:rFonts w:cs="Times New Roman"/>
          <w:b/>
          <w:szCs w:val="24"/>
          <w:u w:val="single"/>
        </w:rPr>
        <w:t>.</w:t>
      </w:r>
      <w:r w:rsidR="00173B64">
        <w:rPr>
          <w:rFonts w:cs="Times New Roman"/>
          <w:b/>
          <w:szCs w:val="24"/>
          <w:u w:val="single"/>
        </w:rPr>
        <w:t>0</w:t>
      </w:r>
      <w:r w:rsidR="00DB4715">
        <w:rPr>
          <w:rFonts w:cs="Times New Roman"/>
          <w:b/>
          <w:szCs w:val="24"/>
          <w:u w:val="single"/>
        </w:rPr>
        <w:t>2</w:t>
      </w:r>
      <w:r w:rsidRPr="00086729">
        <w:rPr>
          <w:rFonts w:cs="Times New Roman"/>
          <w:b/>
          <w:szCs w:val="24"/>
          <w:u w:val="single"/>
        </w:rPr>
        <w:t>.202</w:t>
      </w:r>
      <w:r w:rsidR="00173B64">
        <w:rPr>
          <w:rFonts w:cs="Times New Roman"/>
          <w:b/>
          <w:szCs w:val="24"/>
          <w:u w:val="single"/>
        </w:rPr>
        <w:t>4</w:t>
      </w:r>
      <w:r w:rsidRPr="00086729">
        <w:rPr>
          <w:rFonts w:cs="Times New Roman"/>
          <w:szCs w:val="24"/>
        </w:rPr>
        <w:t>. Otsus edastatakse menetlusosaliste e-posti aadressidele.</w:t>
      </w:r>
    </w:p>
    <w:p w14:paraId="5FD37238" w14:textId="77777777" w:rsidR="00C45BC7" w:rsidRPr="00086729" w:rsidRDefault="00C45BC7" w:rsidP="00C45BC7">
      <w:pPr>
        <w:pStyle w:val="Vahedeta"/>
        <w:rPr>
          <w:rFonts w:cs="Times New Roman"/>
          <w:szCs w:val="24"/>
        </w:rPr>
      </w:pPr>
    </w:p>
    <w:p w14:paraId="4DD1B90B" w14:textId="7ABBDC06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Lähtudes RHS § 196 </w:t>
      </w:r>
      <w:proofErr w:type="spellStart"/>
      <w:r w:rsidRPr="00086729">
        <w:rPr>
          <w:rFonts w:cs="Times New Roman"/>
          <w:szCs w:val="24"/>
        </w:rPr>
        <w:t>lg-st</w:t>
      </w:r>
      <w:proofErr w:type="spellEnd"/>
      <w:r w:rsidRPr="00086729">
        <w:rPr>
          <w:rFonts w:cs="Times New Roman"/>
          <w:szCs w:val="24"/>
        </w:rPr>
        <w:t xml:space="preserve"> 3 on menetlusosalistel võimalik esitada vaidlustuskomisjonile täiendavaid selgitusi ja dokumente, sh menetluskulude taotlusi, kuni </w:t>
      </w:r>
      <w:r w:rsidR="00DB4715">
        <w:rPr>
          <w:rFonts w:cs="Times New Roman"/>
          <w:b/>
          <w:bCs/>
          <w:szCs w:val="24"/>
          <w:u w:val="single"/>
        </w:rPr>
        <w:t>22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436635">
        <w:rPr>
          <w:rFonts w:cs="Times New Roman"/>
          <w:b/>
          <w:bCs/>
          <w:szCs w:val="24"/>
          <w:u w:val="single"/>
        </w:rPr>
        <w:t>1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222992">
        <w:rPr>
          <w:rFonts w:cs="Times New Roman"/>
          <w:b/>
          <w:bCs/>
          <w:szCs w:val="24"/>
          <w:u w:val="single"/>
        </w:rPr>
        <w:t>2</w:t>
      </w:r>
      <w:r w:rsidR="00DB4715">
        <w:rPr>
          <w:rFonts w:cs="Times New Roman"/>
          <w:b/>
          <w:bCs/>
          <w:szCs w:val="24"/>
          <w:u w:val="single"/>
        </w:rPr>
        <w:t>5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5D6AAE">
        <w:rPr>
          <w:rFonts w:cs="Times New Roman"/>
          <w:b/>
          <w:bCs/>
          <w:szCs w:val="24"/>
          <w:u w:val="single"/>
        </w:rPr>
        <w:t>1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>.</w:t>
      </w:r>
    </w:p>
    <w:p w14:paraId="149F8C52" w14:textId="77777777" w:rsidR="00D5228D" w:rsidRDefault="00D5228D" w:rsidP="00C45BC7">
      <w:pPr>
        <w:pStyle w:val="Vahedeta"/>
        <w:rPr>
          <w:rFonts w:cs="Times New Roman"/>
          <w:b/>
          <w:bCs/>
          <w:szCs w:val="24"/>
          <w:u w:val="single"/>
        </w:rPr>
      </w:pPr>
    </w:p>
    <w:p w14:paraId="0A905E2E" w14:textId="222F88CB" w:rsidR="00C45BC7" w:rsidRPr="00B33818" w:rsidRDefault="00C45BC7" w:rsidP="00C45BC7">
      <w:pPr>
        <w:pStyle w:val="Vahedeta"/>
        <w:rPr>
          <w:rFonts w:cs="Times New Roman"/>
          <w:b/>
          <w:bCs/>
          <w:szCs w:val="24"/>
          <w:u w:val="single"/>
        </w:rPr>
      </w:pPr>
      <w:r w:rsidRPr="00B33818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5F79BA24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BE6E71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041A2D5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Lugupidamisega</w:t>
      </w:r>
    </w:p>
    <w:p w14:paraId="0110B27B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789BB7C7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(allkirjastatud digitaalselt)</w:t>
      </w:r>
    </w:p>
    <w:p w14:paraId="08E635BF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Angelika Timusk</w:t>
      </w:r>
    </w:p>
    <w:p w14:paraId="02A8A75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Riigihangete vaidlustuskomisjoni liige</w:t>
      </w:r>
    </w:p>
    <w:p w14:paraId="1B28B55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3C159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9C47755" w14:textId="6EB322A0" w:rsidR="00D23A9F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Lisa: hankija</w:t>
      </w:r>
      <w:r w:rsidR="003C271D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</w:p>
    <w:p w14:paraId="633A66A1" w14:textId="47D6DE96" w:rsidR="00D5228D" w:rsidRDefault="00D5228D" w:rsidP="00C45BC7">
      <w:pPr>
        <w:pStyle w:val="Vahedeta"/>
        <w:rPr>
          <w:rFonts w:cs="Times New Roman"/>
          <w:szCs w:val="24"/>
        </w:rPr>
      </w:pPr>
    </w:p>
    <w:p w14:paraId="1D2EA9D1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76653869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4452D853" w14:textId="77777777" w:rsidR="00D5228D" w:rsidRDefault="00D5228D" w:rsidP="00C45BC7">
      <w:pPr>
        <w:pStyle w:val="Vahedeta"/>
        <w:rPr>
          <w:rFonts w:cs="Times New Roman"/>
          <w:szCs w:val="24"/>
        </w:rPr>
      </w:pPr>
    </w:p>
    <w:p w14:paraId="2D5512A1" w14:textId="77777777" w:rsidR="005679AB" w:rsidRDefault="00D5228D" w:rsidP="00C45BC7">
      <w:pPr>
        <w:pStyle w:val="Vahedeta"/>
        <w:rPr>
          <w:rFonts w:cs="Times New Roman"/>
          <w:szCs w:val="24"/>
        </w:rPr>
      </w:pPr>
      <w:r>
        <w:rPr>
          <w:rFonts w:cs="Times New Roman"/>
          <w:szCs w:val="24"/>
        </w:rPr>
        <w:t>Mari-Ann Sinimaa 611</w:t>
      </w:r>
      <w:r w:rsidR="006962F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3713</w:t>
      </w:r>
    </w:p>
    <w:p w14:paraId="15B245D8" w14:textId="645352F1" w:rsidR="00D5228D" w:rsidRDefault="005679AB" w:rsidP="00C45BC7">
      <w:pPr>
        <w:pStyle w:val="Vahedeta"/>
        <w:rPr>
          <w:rFonts w:cs="Times New Roman"/>
          <w:szCs w:val="24"/>
        </w:rPr>
      </w:pPr>
      <w:hyperlink r:id="rId11" w:history="1">
        <w:r w:rsidRPr="001D227A">
          <w:rPr>
            <w:rStyle w:val="Hperlink"/>
            <w:rFonts w:cs="Times New Roman"/>
            <w:szCs w:val="24"/>
          </w:rPr>
          <w:t>mari-ann.sinimaa@fin.ee</w:t>
        </w:r>
      </w:hyperlink>
    </w:p>
    <w:p w14:paraId="453B6FE9" w14:textId="77777777" w:rsidR="005679AB" w:rsidRPr="003F327F" w:rsidRDefault="005679AB" w:rsidP="00C45BC7">
      <w:pPr>
        <w:pStyle w:val="Vahedeta"/>
        <w:rPr>
          <w:szCs w:val="24"/>
        </w:rPr>
      </w:pPr>
    </w:p>
    <w:sectPr w:rsidR="005679AB" w:rsidRPr="003F327F" w:rsidSect="00D522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67" w:right="1021" w:bottom="1304" w:left="170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4D72" w14:textId="77777777" w:rsidR="00532E93" w:rsidRDefault="00532E93" w:rsidP="00DF44DF">
      <w:r>
        <w:separator/>
      </w:r>
    </w:p>
  </w:endnote>
  <w:endnote w:type="continuationSeparator" w:id="0">
    <w:p w14:paraId="49B500AB" w14:textId="77777777" w:rsidR="00532E93" w:rsidRDefault="00532E9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3209" w14:textId="77777777" w:rsidR="008D73ED" w:rsidRDefault="008D73E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8D73ED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A34F" w14:textId="2DAF4D80" w:rsidR="00AE3DC3" w:rsidRDefault="008D73ED" w:rsidP="008D73ED">
    <w:pPr>
      <w:pStyle w:val="Jalus1"/>
    </w:pPr>
    <w:r w:rsidRPr="008D73ED">
      <w:t>Tartu mnt 85 / 10115 Tallinn / 611 371</w:t>
    </w:r>
    <w:r>
      <w:t>3</w:t>
    </w:r>
    <w:r w:rsidRPr="008D73ED">
      <w:t xml:space="preserve"> / </w:t>
    </w:r>
    <w:hyperlink r:id="rId1" w:history="1">
      <w:r w:rsidRPr="008D73ED">
        <w:rPr>
          <w:rStyle w:val="Hperlink"/>
        </w:rPr>
        <w:t>vako@fin.ee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1D49" w14:textId="77777777" w:rsidR="00532E93" w:rsidRDefault="00532E93" w:rsidP="00DF44DF">
      <w:r>
        <w:separator/>
      </w:r>
    </w:p>
  </w:footnote>
  <w:footnote w:type="continuationSeparator" w:id="0">
    <w:p w14:paraId="713E0078" w14:textId="77777777" w:rsidR="00532E93" w:rsidRDefault="00532E9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7598" w14:textId="77777777" w:rsidR="008D73ED" w:rsidRDefault="008D73E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A76D" w14:textId="77777777" w:rsidR="008D73ED" w:rsidRDefault="008D73E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4B3D" w14:textId="77777777" w:rsidR="008D73ED" w:rsidRDefault="008D73E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0BF"/>
    <w:rsid w:val="000026B6"/>
    <w:rsid w:val="00002F7D"/>
    <w:rsid w:val="00005BCB"/>
    <w:rsid w:val="00006632"/>
    <w:rsid w:val="000114BD"/>
    <w:rsid w:val="0001519C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7D88"/>
    <w:rsid w:val="00040EDF"/>
    <w:rsid w:val="00044245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209"/>
    <w:rsid w:val="00072715"/>
    <w:rsid w:val="000731A1"/>
    <w:rsid w:val="00073A0E"/>
    <w:rsid w:val="00074B60"/>
    <w:rsid w:val="00080804"/>
    <w:rsid w:val="00081594"/>
    <w:rsid w:val="00082B76"/>
    <w:rsid w:val="00084427"/>
    <w:rsid w:val="00084458"/>
    <w:rsid w:val="00085D37"/>
    <w:rsid w:val="00086729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6C5A"/>
    <w:rsid w:val="00097AD3"/>
    <w:rsid w:val="000A12DF"/>
    <w:rsid w:val="000A17B5"/>
    <w:rsid w:val="000A2FC5"/>
    <w:rsid w:val="000A517F"/>
    <w:rsid w:val="000B31FB"/>
    <w:rsid w:val="000C156A"/>
    <w:rsid w:val="000C16B6"/>
    <w:rsid w:val="000C1B1B"/>
    <w:rsid w:val="000C1F5B"/>
    <w:rsid w:val="000C2840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E4AE5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27627"/>
    <w:rsid w:val="00132163"/>
    <w:rsid w:val="00132FA4"/>
    <w:rsid w:val="001338EA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49B1"/>
    <w:rsid w:val="00156F04"/>
    <w:rsid w:val="00163532"/>
    <w:rsid w:val="00163E5D"/>
    <w:rsid w:val="0016457E"/>
    <w:rsid w:val="001667FC"/>
    <w:rsid w:val="00167C61"/>
    <w:rsid w:val="00170BBA"/>
    <w:rsid w:val="00173B64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4F70"/>
    <w:rsid w:val="001A66C7"/>
    <w:rsid w:val="001A7B8F"/>
    <w:rsid w:val="001A7D04"/>
    <w:rsid w:val="001B0A30"/>
    <w:rsid w:val="001B3776"/>
    <w:rsid w:val="001C3ADF"/>
    <w:rsid w:val="001C5BCF"/>
    <w:rsid w:val="001C67D2"/>
    <w:rsid w:val="001C697E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5FF"/>
    <w:rsid w:val="001E7A9A"/>
    <w:rsid w:val="001E7C4A"/>
    <w:rsid w:val="001F1C39"/>
    <w:rsid w:val="002008A2"/>
    <w:rsid w:val="00201D24"/>
    <w:rsid w:val="002027BE"/>
    <w:rsid w:val="002038D4"/>
    <w:rsid w:val="00203A78"/>
    <w:rsid w:val="002065C7"/>
    <w:rsid w:val="00206C25"/>
    <w:rsid w:val="00212932"/>
    <w:rsid w:val="0021422A"/>
    <w:rsid w:val="00214637"/>
    <w:rsid w:val="00215A0B"/>
    <w:rsid w:val="002226B2"/>
    <w:rsid w:val="00222992"/>
    <w:rsid w:val="00222C53"/>
    <w:rsid w:val="002238B4"/>
    <w:rsid w:val="00225654"/>
    <w:rsid w:val="00226A6C"/>
    <w:rsid w:val="002418F9"/>
    <w:rsid w:val="00246B4A"/>
    <w:rsid w:val="0025004B"/>
    <w:rsid w:val="00253CD1"/>
    <w:rsid w:val="00253EE5"/>
    <w:rsid w:val="00256156"/>
    <w:rsid w:val="0026003A"/>
    <w:rsid w:val="002601E8"/>
    <w:rsid w:val="00260D89"/>
    <w:rsid w:val="00261C91"/>
    <w:rsid w:val="00262683"/>
    <w:rsid w:val="00262D71"/>
    <w:rsid w:val="00263183"/>
    <w:rsid w:val="00263E21"/>
    <w:rsid w:val="002641CB"/>
    <w:rsid w:val="00267BCB"/>
    <w:rsid w:val="0027206F"/>
    <w:rsid w:val="0027390D"/>
    <w:rsid w:val="00275894"/>
    <w:rsid w:val="002765E1"/>
    <w:rsid w:val="002769FD"/>
    <w:rsid w:val="00280AB5"/>
    <w:rsid w:val="00283010"/>
    <w:rsid w:val="002835BB"/>
    <w:rsid w:val="00285749"/>
    <w:rsid w:val="00286410"/>
    <w:rsid w:val="00286BEB"/>
    <w:rsid w:val="00290DD1"/>
    <w:rsid w:val="0029101C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C4656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03EE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07ED"/>
    <w:rsid w:val="003259AF"/>
    <w:rsid w:val="00326F30"/>
    <w:rsid w:val="00327CFB"/>
    <w:rsid w:val="00330606"/>
    <w:rsid w:val="00332930"/>
    <w:rsid w:val="00332D00"/>
    <w:rsid w:val="003331FE"/>
    <w:rsid w:val="003346B5"/>
    <w:rsid w:val="003356A7"/>
    <w:rsid w:val="003356EB"/>
    <w:rsid w:val="00335E2A"/>
    <w:rsid w:val="003369D9"/>
    <w:rsid w:val="0034043E"/>
    <w:rsid w:val="00343527"/>
    <w:rsid w:val="0034455F"/>
    <w:rsid w:val="00344925"/>
    <w:rsid w:val="0034719C"/>
    <w:rsid w:val="00350317"/>
    <w:rsid w:val="00350673"/>
    <w:rsid w:val="0035246F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6DC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506"/>
    <w:rsid w:val="003B58A8"/>
    <w:rsid w:val="003B6F85"/>
    <w:rsid w:val="003B7C7E"/>
    <w:rsid w:val="003C0AB6"/>
    <w:rsid w:val="003C2298"/>
    <w:rsid w:val="003C271D"/>
    <w:rsid w:val="003C36D1"/>
    <w:rsid w:val="003C4BE9"/>
    <w:rsid w:val="003C6C66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0986"/>
    <w:rsid w:val="003F2F48"/>
    <w:rsid w:val="003F327F"/>
    <w:rsid w:val="003F4596"/>
    <w:rsid w:val="003F4A0C"/>
    <w:rsid w:val="003F54C2"/>
    <w:rsid w:val="003F61C9"/>
    <w:rsid w:val="00400952"/>
    <w:rsid w:val="0040152B"/>
    <w:rsid w:val="00402A21"/>
    <w:rsid w:val="00402B8D"/>
    <w:rsid w:val="00402C09"/>
    <w:rsid w:val="0040457D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25860"/>
    <w:rsid w:val="00430524"/>
    <w:rsid w:val="0043110B"/>
    <w:rsid w:val="00432E79"/>
    <w:rsid w:val="00433480"/>
    <w:rsid w:val="00435A13"/>
    <w:rsid w:val="00436635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451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473D"/>
    <w:rsid w:val="00486272"/>
    <w:rsid w:val="004919DF"/>
    <w:rsid w:val="0049551F"/>
    <w:rsid w:val="00496245"/>
    <w:rsid w:val="00496317"/>
    <w:rsid w:val="004A6B5B"/>
    <w:rsid w:val="004B08D4"/>
    <w:rsid w:val="004B2063"/>
    <w:rsid w:val="004B2075"/>
    <w:rsid w:val="004B2880"/>
    <w:rsid w:val="004B2F89"/>
    <w:rsid w:val="004B3A4E"/>
    <w:rsid w:val="004B6362"/>
    <w:rsid w:val="004B7757"/>
    <w:rsid w:val="004C02DE"/>
    <w:rsid w:val="004C0DE6"/>
    <w:rsid w:val="004C1391"/>
    <w:rsid w:val="004C186F"/>
    <w:rsid w:val="004C1E32"/>
    <w:rsid w:val="004C2B7F"/>
    <w:rsid w:val="004C3056"/>
    <w:rsid w:val="004C4AB0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5E60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2E93"/>
    <w:rsid w:val="00535D04"/>
    <w:rsid w:val="005379F5"/>
    <w:rsid w:val="00540FA8"/>
    <w:rsid w:val="00541516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311B"/>
    <w:rsid w:val="00555A23"/>
    <w:rsid w:val="00555D0E"/>
    <w:rsid w:val="00557534"/>
    <w:rsid w:val="00560A92"/>
    <w:rsid w:val="00562FBD"/>
    <w:rsid w:val="00564569"/>
    <w:rsid w:val="00565004"/>
    <w:rsid w:val="005679AB"/>
    <w:rsid w:val="00567D7D"/>
    <w:rsid w:val="00570A4A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1CD9"/>
    <w:rsid w:val="00583AB8"/>
    <w:rsid w:val="005853A6"/>
    <w:rsid w:val="00585749"/>
    <w:rsid w:val="00585AA0"/>
    <w:rsid w:val="0058619A"/>
    <w:rsid w:val="00586589"/>
    <w:rsid w:val="00586693"/>
    <w:rsid w:val="00587557"/>
    <w:rsid w:val="00587F52"/>
    <w:rsid w:val="00590F9E"/>
    <w:rsid w:val="005924A4"/>
    <w:rsid w:val="00593B10"/>
    <w:rsid w:val="005A002B"/>
    <w:rsid w:val="005A2DA5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6AAE"/>
    <w:rsid w:val="005D6D33"/>
    <w:rsid w:val="005E05B5"/>
    <w:rsid w:val="005E14BA"/>
    <w:rsid w:val="005E3AED"/>
    <w:rsid w:val="005E45BB"/>
    <w:rsid w:val="005E5490"/>
    <w:rsid w:val="005F2A47"/>
    <w:rsid w:val="005F2D44"/>
    <w:rsid w:val="005F3068"/>
    <w:rsid w:val="005F6FFE"/>
    <w:rsid w:val="005F77BA"/>
    <w:rsid w:val="00601CBE"/>
    <w:rsid w:val="00602834"/>
    <w:rsid w:val="00602E8C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3690"/>
    <w:rsid w:val="006436D4"/>
    <w:rsid w:val="00645983"/>
    <w:rsid w:val="00654964"/>
    <w:rsid w:val="00656352"/>
    <w:rsid w:val="006571EA"/>
    <w:rsid w:val="00657A0E"/>
    <w:rsid w:val="00660132"/>
    <w:rsid w:val="00661C43"/>
    <w:rsid w:val="00663B52"/>
    <w:rsid w:val="00670832"/>
    <w:rsid w:val="00670DD1"/>
    <w:rsid w:val="006719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4903"/>
    <w:rsid w:val="006962F4"/>
    <w:rsid w:val="006A01AC"/>
    <w:rsid w:val="006A23E6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C3AAE"/>
    <w:rsid w:val="006C60FB"/>
    <w:rsid w:val="006D0B45"/>
    <w:rsid w:val="006D1A86"/>
    <w:rsid w:val="006D20B2"/>
    <w:rsid w:val="006E10D5"/>
    <w:rsid w:val="006E16BD"/>
    <w:rsid w:val="006E3124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037C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06B4"/>
    <w:rsid w:val="00741F43"/>
    <w:rsid w:val="00744FE4"/>
    <w:rsid w:val="00745F6D"/>
    <w:rsid w:val="0074617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6A5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839"/>
    <w:rsid w:val="00811F1A"/>
    <w:rsid w:val="00817085"/>
    <w:rsid w:val="00824531"/>
    <w:rsid w:val="00825D18"/>
    <w:rsid w:val="00826E15"/>
    <w:rsid w:val="00827BCE"/>
    <w:rsid w:val="00831B37"/>
    <w:rsid w:val="008328B9"/>
    <w:rsid w:val="00832AA8"/>
    <w:rsid w:val="00833077"/>
    <w:rsid w:val="00833FD9"/>
    <w:rsid w:val="00835858"/>
    <w:rsid w:val="0083677C"/>
    <w:rsid w:val="00837412"/>
    <w:rsid w:val="008414CE"/>
    <w:rsid w:val="00841936"/>
    <w:rsid w:val="008432B4"/>
    <w:rsid w:val="00843CCE"/>
    <w:rsid w:val="008445E8"/>
    <w:rsid w:val="008477CA"/>
    <w:rsid w:val="008478AE"/>
    <w:rsid w:val="00852EEA"/>
    <w:rsid w:val="00856E81"/>
    <w:rsid w:val="00857226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133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D73ED"/>
    <w:rsid w:val="008E0F19"/>
    <w:rsid w:val="008E1097"/>
    <w:rsid w:val="008E10EC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5A60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67FFA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B6DA3"/>
    <w:rsid w:val="009C2718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5B16"/>
    <w:rsid w:val="009E7F4A"/>
    <w:rsid w:val="009F05C7"/>
    <w:rsid w:val="009F123C"/>
    <w:rsid w:val="009F179C"/>
    <w:rsid w:val="009F46CD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2FA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42D"/>
    <w:rsid w:val="00B16DF7"/>
    <w:rsid w:val="00B27E06"/>
    <w:rsid w:val="00B322AC"/>
    <w:rsid w:val="00B33818"/>
    <w:rsid w:val="00B34B34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44"/>
    <w:rsid w:val="00B75E65"/>
    <w:rsid w:val="00B81534"/>
    <w:rsid w:val="00B83627"/>
    <w:rsid w:val="00B85730"/>
    <w:rsid w:val="00B85965"/>
    <w:rsid w:val="00B926BA"/>
    <w:rsid w:val="00B92E34"/>
    <w:rsid w:val="00B935FF"/>
    <w:rsid w:val="00B9414E"/>
    <w:rsid w:val="00B94A8B"/>
    <w:rsid w:val="00B96EA6"/>
    <w:rsid w:val="00B97CDC"/>
    <w:rsid w:val="00BA0142"/>
    <w:rsid w:val="00BA28CA"/>
    <w:rsid w:val="00BA3115"/>
    <w:rsid w:val="00BA3A8D"/>
    <w:rsid w:val="00BA425E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44A0"/>
    <w:rsid w:val="00BD5006"/>
    <w:rsid w:val="00BD6668"/>
    <w:rsid w:val="00BE0CC9"/>
    <w:rsid w:val="00BE1593"/>
    <w:rsid w:val="00BE1DD4"/>
    <w:rsid w:val="00BE62FB"/>
    <w:rsid w:val="00BE74B7"/>
    <w:rsid w:val="00BE7BC2"/>
    <w:rsid w:val="00BF0A36"/>
    <w:rsid w:val="00BF268E"/>
    <w:rsid w:val="00BF2C0F"/>
    <w:rsid w:val="00BF30AF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3D1B"/>
    <w:rsid w:val="00C24F66"/>
    <w:rsid w:val="00C2649B"/>
    <w:rsid w:val="00C27B07"/>
    <w:rsid w:val="00C3122E"/>
    <w:rsid w:val="00C330B6"/>
    <w:rsid w:val="00C33D1F"/>
    <w:rsid w:val="00C3461F"/>
    <w:rsid w:val="00C3546A"/>
    <w:rsid w:val="00C3556F"/>
    <w:rsid w:val="00C36608"/>
    <w:rsid w:val="00C41698"/>
    <w:rsid w:val="00C41FC5"/>
    <w:rsid w:val="00C42450"/>
    <w:rsid w:val="00C42E1B"/>
    <w:rsid w:val="00C45BC7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E1B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0CE3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3A9F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28D"/>
    <w:rsid w:val="00D55D39"/>
    <w:rsid w:val="00D65E31"/>
    <w:rsid w:val="00D66BBA"/>
    <w:rsid w:val="00D6787F"/>
    <w:rsid w:val="00D70AF8"/>
    <w:rsid w:val="00D70DDB"/>
    <w:rsid w:val="00D72E8C"/>
    <w:rsid w:val="00D73027"/>
    <w:rsid w:val="00D7415E"/>
    <w:rsid w:val="00D74DE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4622"/>
    <w:rsid w:val="00DA5A63"/>
    <w:rsid w:val="00DA6F02"/>
    <w:rsid w:val="00DB4715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35A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4BB9"/>
    <w:rsid w:val="00E255A5"/>
    <w:rsid w:val="00E40F8B"/>
    <w:rsid w:val="00E41706"/>
    <w:rsid w:val="00E43A63"/>
    <w:rsid w:val="00E43F7E"/>
    <w:rsid w:val="00E469BC"/>
    <w:rsid w:val="00E47881"/>
    <w:rsid w:val="00E5076C"/>
    <w:rsid w:val="00E5151B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960C6"/>
    <w:rsid w:val="00EA05D6"/>
    <w:rsid w:val="00EA0A84"/>
    <w:rsid w:val="00EA0CDC"/>
    <w:rsid w:val="00EA16DB"/>
    <w:rsid w:val="00EA1C2D"/>
    <w:rsid w:val="00EB1A12"/>
    <w:rsid w:val="00EB41A8"/>
    <w:rsid w:val="00EB4350"/>
    <w:rsid w:val="00EC1D68"/>
    <w:rsid w:val="00EC3127"/>
    <w:rsid w:val="00EC7EF6"/>
    <w:rsid w:val="00ED19CC"/>
    <w:rsid w:val="00ED7142"/>
    <w:rsid w:val="00ED7AB9"/>
    <w:rsid w:val="00ED7D12"/>
    <w:rsid w:val="00EE03E9"/>
    <w:rsid w:val="00EE1F9F"/>
    <w:rsid w:val="00EE2CA9"/>
    <w:rsid w:val="00EE2D8B"/>
    <w:rsid w:val="00EE3238"/>
    <w:rsid w:val="00EE4642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702"/>
    <w:rsid w:val="00F10EBA"/>
    <w:rsid w:val="00F11DE8"/>
    <w:rsid w:val="00F149BB"/>
    <w:rsid w:val="00F20CF7"/>
    <w:rsid w:val="00F21F11"/>
    <w:rsid w:val="00F259C4"/>
    <w:rsid w:val="00F27F76"/>
    <w:rsid w:val="00F328D2"/>
    <w:rsid w:val="00F3484D"/>
    <w:rsid w:val="00F349EF"/>
    <w:rsid w:val="00F37597"/>
    <w:rsid w:val="00F401C2"/>
    <w:rsid w:val="00F41528"/>
    <w:rsid w:val="00F42656"/>
    <w:rsid w:val="00F432B5"/>
    <w:rsid w:val="00F43E6C"/>
    <w:rsid w:val="00F44E34"/>
    <w:rsid w:val="00F45CA6"/>
    <w:rsid w:val="00F47E39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05EA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376D"/>
    <w:rsid w:val="00FA5283"/>
    <w:rsid w:val="00FA7AA9"/>
    <w:rsid w:val="00FB002F"/>
    <w:rsid w:val="00FB057E"/>
    <w:rsid w:val="00FB0EDD"/>
    <w:rsid w:val="00FB18B0"/>
    <w:rsid w:val="00FB2042"/>
    <w:rsid w:val="00FB4BC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070D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8D73ED"/>
    <w:pPr>
      <w:widowControl w:val="0"/>
      <w:suppressAutoHyphens/>
    </w:pPr>
    <w:rPr>
      <w:rFonts w:eastAsia="SimSun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2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ri-ann.sinimaa@fin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benedicte.pierret@leonardo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jens.morland@heli-one.com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ako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5</TotalTime>
  <Pages>1</Pages>
  <Words>245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2023-01-20T10:56:00Z</cp:lastPrinted>
  <dcterms:created xsi:type="dcterms:W3CDTF">2024-01-17T06:30:00Z</dcterms:created>
  <dcterms:modified xsi:type="dcterms:W3CDTF">2024-01-17T08:46:00Z</dcterms:modified>
</cp:coreProperties>
</file>